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9247C" w14:textId="77777777" w:rsidR="00050A59" w:rsidRPr="00432AA9" w:rsidRDefault="00050A59" w:rsidP="0093565D">
      <w:bookmarkStart w:id="0" w:name="_GoBack"/>
      <w:bookmarkEnd w:id="0"/>
    </w:p>
    <w:p w14:paraId="0C8982BD" w14:textId="77777777" w:rsidR="00050A59" w:rsidRPr="00432AA9" w:rsidRDefault="00050A59" w:rsidP="0093565D"/>
    <w:p w14:paraId="12695066" w14:textId="77777777" w:rsidR="00050A59" w:rsidRPr="00432AA9" w:rsidRDefault="00050A59" w:rsidP="004B4615"/>
    <w:p w14:paraId="6D3E1452" w14:textId="77777777" w:rsidR="00F806E2" w:rsidRDefault="00F806E2" w:rsidP="00F806E2">
      <w:pPr>
        <w:pStyle w:val="NoSpacing"/>
        <w:jc w:val="center"/>
        <w:rPr>
          <w:rFonts w:ascii="Book Antiqua" w:hAnsi="Book Antiqua"/>
          <w:b/>
          <w:sz w:val="24"/>
          <w:szCs w:val="24"/>
          <w:u w:val="single"/>
        </w:rPr>
      </w:pPr>
      <w:r w:rsidRPr="006E7F58">
        <w:rPr>
          <w:rFonts w:ascii="Book Antiqua" w:hAnsi="Book Antiqua"/>
          <w:b/>
          <w:sz w:val="24"/>
          <w:szCs w:val="24"/>
          <w:u w:val="single"/>
        </w:rPr>
        <w:t xml:space="preserve">Employee Emergency Contact </w:t>
      </w:r>
    </w:p>
    <w:p w14:paraId="019E81A2" w14:textId="77777777" w:rsidR="00F806E2" w:rsidRDefault="00F806E2" w:rsidP="00F806E2">
      <w:pPr>
        <w:pStyle w:val="NoSpacing"/>
        <w:jc w:val="center"/>
        <w:rPr>
          <w:rFonts w:ascii="Book Antiqua" w:hAnsi="Book Antiqua"/>
          <w:b/>
          <w:sz w:val="24"/>
          <w:szCs w:val="24"/>
          <w:u w:val="single"/>
        </w:rPr>
      </w:pPr>
    </w:p>
    <w:p w14:paraId="38DFD06F" w14:textId="77777777" w:rsidR="00F806E2" w:rsidRDefault="00F806E2" w:rsidP="00F806E2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14:paraId="7D4C0F15" w14:textId="77777777" w:rsidR="00F806E2" w:rsidRPr="006E7F58" w:rsidRDefault="00F806E2" w:rsidP="00F806E2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26C45">
        <w:rPr>
          <w:rFonts w:ascii="Book Antiqua" w:hAnsi="Book Antiqua"/>
          <w:b/>
          <w:sz w:val="20"/>
          <w:szCs w:val="20"/>
        </w:rPr>
        <w:t>Employee Name</w:t>
      </w:r>
      <w:r w:rsidRPr="00126C45">
        <w:rPr>
          <w:rFonts w:ascii="Book Antiqua" w:hAnsi="Book Antiqua"/>
          <w:b/>
          <w:sz w:val="24"/>
          <w:szCs w:val="24"/>
        </w:rPr>
        <w:t>:</w:t>
      </w:r>
      <w:r>
        <w:rPr>
          <w:rFonts w:ascii="Book Antiqua" w:hAnsi="Book Antiqua"/>
          <w:b/>
          <w:sz w:val="24"/>
          <w:szCs w:val="24"/>
          <w:u w:val="single"/>
        </w:rPr>
        <w:t xml:space="preserve"> _________________________________________________________</w:t>
      </w:r>
    </w:p>
    <w:p w14:paraId="69EB9F59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 w:rsidRPr="0070044F">
        <w:rPr>
          <w:rFonts w:ascii="Book Antiqua" w:hAnsi="Book Antiqua"/>
          <w:b/>
          <w:sz w:val="20"/>
          <w:szCs w:val="20"/>
        </w:rPr>
        <w:t xml:space="preserve"> </w:t>
      </w:r>
    </w:p>
    <w:p w14:paraId="0F4D09F4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 xml:space="preserve">              </w:t>
      </w:r>
    </w:p>
    <w:p w14:paraId="19838958" w14:textId="77777777" w:rsidR="00F806E2" w:rsidRPr="0070044F" w:rsidRDefault="00F806E2" w:rsidP="00F806E2">
      <w:pPr>
        <w:pStyle w:val="NoSpacing"/>
        <w:rPr>
          <w:rFonts w:ascii="Book Antiqua" w:hAnsi="Book Antiqua"/>
          <w:b/>
          <w:sz w:val="20"/>
          <w:szCs w:val="20"/>
        </w:rPr>
      </w:pPr>
    </w:p>
    <w:p w14:paraId="6638B52E" w14:textId="77777777" w:rsidR="00F806E2" w:rsidRPr="006E7F58" w:rsidRDefault="00F806E2" w:rsidP="00F806E2">
      <w:pPr>
        <w:pStyle w:val="NoSpacing"/>
        <w:rPr>
          <w:rFonts w:ascii="Book Antiqua" w:hAnsi="Book Antiqua"/>
          <w:b/>
          <w:sz w:val="20"/>
          <w:szCs w:val="20"/>
          <w:u w:val="single"/>
        </w:rPr>
      </w:pPr>
      <w:r w:rsidRPr="0070044F">
        <w:rPr>
          <w:rFonts w:ascii="Book Antiqua" w:hAnsi="Book Antiqua"/>
          <w:b/>
          <w:sz w:val="20"/>
          <w:szCs w:val="20"/>
        </w:rPr>
        <w:tab/>
      </w:r>
      <w:r w:rsidRPr="0070044F">
        <w:rPr>
          <w:rFonts w:ascii="Book Antiqua" w:hAnsi="Book Antiqua"/>
          <w:b/>
          <w:sz w:val="20"/>
          <w:szCs w:val="20"/>
        </w:rPr>
        <w:tab/>
      </w:r>
      <w:r w:rsidRPr="006E7F58">
        <w:rPr>
          <w:rFonts w:ascii="Book Antiqua" w:hAnsi="Book Antiqua"/>
          <w:b/>
          <w:sz w:val="20"/>
          <w:szCs w:val="20"/>
          <w:u w:val="single"/>
        </w:rPr>
        <w:t xml:space="preserve">First Emergency Contact </w:t>
      </w:r>
    </w:p>
    <w:p w14:paraId="288B991A" w14:textId="77777777" w:rsidR="00F806E2" w:rsidRPr="0070044F" w:rsidRDefault="00F806E2" w:rsidP="00F806E2">
      <w:pPr>
        <w:pStyle w:val="NoSpacing"/>
        <w:rPr>
          <w:rFonts w:ascii="Book Antiqua" w:hAnsi="Book Antiqua"/>
          <w:b/>
          <w:sz w:val="20"/>
          <w:szCs w:val="20"/>
        </w:rPr>
      </w:pPr>
      <w:r w:rsidRPr="0070044F">
        <w:rPr>
          <w:rFonts w:ascii="Book Antiqua" w:hAnsi="Book Antiqua"/>
          <w:b/>
          <w:sz w:val="20"/>
          <w:szCs w:val="20"/>
        </w:rPr>
        <w:tab/>
      </w:r>
      <w:r w:rsidRPr="0070044F">
        <w:rPr>
          <w:rFonts w:ascii="Book Antiqua" w:hAnsi="Book Antiqua"/>
          <w:b/>
          <w:sz w:val="20"/>
          <w:szCs w:val="20"/>
        </w:rPr>
        <w:tab/>
      </w:r>
    </w:p>
    <w:p w14:paraId="0E7D49CC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ab/>
      </w:r>
      <w:r>
        <w:rPr>
          <w:rFonts w:ascii="Book Antiqua" w:hAnsi="Book Antiqua"/>
          <w:b/>
          <w:sz w:val="18"/>
          <w:szCs w:val="18"/>
        </w:rPr>
        <w:tab/>
      </w:r>
      <w:r>
        <w:rPr>
          <w:rFonts w:ascii="Book Antiqua" w:hAnsi="Book Antiqua"/>
          <w:b/>
          <w:sz w:val="18"/>
          <w:szCs w:val="18"/>
        </w:rPr>
        <w:tab/>
        <w:t xml:space="preserve">   </w:t>
      </w:r>
    </w:p>
    <w:p w14:paraId="7784D84B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  <w:r w:rsidRPr="0070044F">
        <w:rPr>
          <w:rFonts w:ascii="Book Antiqua" w:hAnsi="Book Antiqua"/>
          <w:b/>
          <w:sz w:val="20"/>
          <w:szCs w:val="20"/>
        </w:rPr>
        <w:t>Name:</w:t>
      </w:r>
      <w:r>
        <w:rPr>
          <w:rFonts w:ascii="Book Antiqua" w:hAnsi="Book Antiqua"/>
          <w:b/>
          <w:sz w:val="18"/>
          <w:szCs w:val="18"/>
        </w:rPr>
        <w:t xml:space="preserve">          __________________________________________________________________                              </w:t>
      </w:r>
    </w:p>
    <w:p w14:paraId="3E6AB67F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</w:p>
    <w:p w14:paraId="1EE80CB7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ab/>
        <w:t xml:space="preserve">             </w:t>
      </w:r>
    </w:p>
    <w:p w14:paraId="473C9582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 xml:space="preserve">                                </w:t>
      </w:r>
      <w:r w:rsidRPr="0070044F">
        <w:rPr>
          <w:rFonts w:ascii="Book Antiqua" w:hAnsi="Book Antiqua"/>
          <w:b/>
          <w:sz w:val="20"/>
          <w:szCs w:val="20"/>
        </w:rPr>
        <w:t>Address:</w:t>
      </w:r>
      <w:r>
        <w:rPr>
          <w:rFonts w:ascii="Book Antiqua" w:hAnsi="Book Antiqua"/>
          <w:b/>
          <w:sz w:val="18"/>
          <w:szCs w:val="18"/>
        </w:rPr>
        <w:t xml:space="preserve">      __________________________________________________________________</w:t>
      </w:r>
    </w:p>
    <w:p w14:paraId="7A406B93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146BCDF5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06C8E4AF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  <w:r w:rsidRPr="0070044F">
        <w:rPr>
          <w:rFonts w:ascii="Book Antiqua" w:hAnsi="Book Antiqua"/>
          <w:b/>
          <w:sz w:val="20"/>
          <w:szCs w:val="20"/>
        </w:rPr>
        <w:t>Phone:</w:t>
      </w:r>
      <w:r>
        <w:rPr>
          <w:rFonts w:ascii="Book Antiqua" w:hAnsi="Book Antiqua"/>
          <w:b/>
          <w:sz w:val="18"/>
          <w:szCs w:val="18"/>
        </w:rPr>
        <w:t xml:space="preserve">          __________________________________________________________________</w:t>
      </w:r>
    </w:p>
    <w:p w14:paraId="63F9B549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7DAC95B2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60F7C83F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>Relationship: _________________________________________________________________</w:t>
      </w:r>
    </w:p>
    <w:p w14:paraId="1CC9F906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 xml:space="preserve">  </w:t>
      </w:r>
    </w:p>
    <w:p w14:paraId="0B631062" w14:textId="77777777" w:rsidR="00F806E2" w:rsidRPr="00455CDE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 xml:space="preserve">                  </w:t>
      </w:r>
    </w:p>
    <w:p w14:paraId="727831BA" w14:textId="77777777" w:rsidR="00F806E2" w:rsidRDefault="00F806E2" w:rsidP="00F806E2">
      <w:pPr>
        <w:pStyle w:val="NoSpacing"/>
        <w:rPr>
          <w:rFonts w:ascii="Book Antiqua" w:hAnsi="Book Antiqua"/>
          <w:b/>
          <w:sz w:val="20"/>
          <w:szCs w:val="20"/>
        </w:rPr>
      </w:pPr>
      <w:r w:rsidRPr="0070044F">
        <w:rPr>
          <w:rFonts w:ascii="Book Antiqua" w:hAnsi="Book Antiqua"/>
          <w:b/>
          <w:sz w:val="20"/>
          <w:szCs w:val="20"/>
        </w:rPr>
        <w:tab/>
      </w:r>
      <w:r w:rsidRPr="0070044F">
        <w:rPr>
          <w:rFonts w:ascii="Book Antiqua" w:hAnsi="Book Antiqua"/>
          <w:b/>
          <w:sz w:val="20"/>
          <w:szCs w:val="20"/>
        </w:rPr>
        <w:tab/>
      </w:r>
    </w:p>
    <w:p w14:paraId="08189A45" w14:textId="77777777" w:rsidR="00F806E2" w:rsidRDefault="00F806E2" w:rsidP="00F806E2">
      <w:pPr>
        <w:pStyle w:val="NoSpacing"/>
        <w:rPr>
          <w:rFonts w:ascii="Book Antiqua" w:hAnsi="Book Antiqua"/>
          <w:b/>
          <w:sz w:val="20"/>
          <w:szCs w:val="20"/>
        </w:rPr>
      </w:pPr>
    </w:p>
    <w:p w14:paraId="32E2F98C" w14:textId="77777777" w:rsidR="00F806E2" w:rsidRPr="006E7F58" w:rsidRDefault="00F806E2" w:rsidP="00F806E2">
      <w:pPr>
        <w:pStyle w:val="NoSpacing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b/>
          <w:sz w:val="20"/>
          <w:szCs w:val="20"/>
        </w:rPr>
        <w:tab/>
      </w:r>
      <w:r w:rsidRPr="006E7F58">
        <w:rPr>
          <w:rFonts w:ascii="Book Antiqua" w:hAnsi="Book Antiqua"/>
          <w:b/>
          <w:sz w:val="20"/>
          <w:szCs w:val="20"/>
          <w:u w:val="single"/>
        </w:rPr>
        <w:t xml:space="preserve">Second Emergency Contact </w:t>
      </w:r>
    </w:p>
    <w:p w14:paraId="488C3757" w14:textId="77777777" w:rsidR="00F806E2" w:rsidRPr="0070044F" w:rsidRDefault="00F806E2" w:rsidP="00F806E2">
      <w:pPr>
        <w:pStyle w:val="NoSpacing"/>
        <w:rPr>
          <w:rFonts w:ascii="Book Antiqua" w:hAnsi="Book Antiqua"/>
          <w:b/>
          <w:sz w:val="20"/>
          <w:szCs w:val="20"/>
        </w:rPr>
      </w:pPr>
    </w:p>
    <w:p w14:paraId="4633E962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ab/>
      </w:r>
      <w:r>
        <w:rPr>
          <w:rFonts w:ascii="Book Antiqua" w:hAnsi="Book Antiqua"/>
          <w:b/>
          <w:sz w:val="18"/>
          <w:szCs w:val="18"/>
        </w:rPr>
        <w:tab/>
      </w:r>
      <w:r>
        <w:rPr>
          <w:rFonts w:ascii="Book Antiqua" w:hAnsi="Book Antiqua"/>
          <w:b/>
          <w:sz w:val="18"/>
          <w:szCs w:val="18"/>
        </w:rPr>
        <w:tab/>
        <w:t xml:space="preserve">   </w:t>
      </w:r>
    </w:p>
    <w:p w14:paraId="508D3A34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  <w:r w:rsidRPr="0070044F">
        <w:rPr>
          <w:rFonts w:ascii="Book Antiqua" w:hAnsi="Book Antiqua"/>
          <w:b/>
          <w:sz w:val="20"/>
          <w:szCs w:val="20"/>
        </w:rPr>
        <w:t>Name:</w:t>
      </w:r>
      <w:r>
        <w:rPr>
          <w:rFonts w:ascii="Book Antiqua" w:hAnsi="Book Antiqua"/>
          <w:b/>
          <w:sz w:val="18"/>
          <w:szCs w:val="18"/>
        </w:rPr>
        <w:t xml:space="preserve">          __________________________________________________________________                              </w:t>
      </w:r>
    </w:p>
    <w:p w14:paraId="54FEC26B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</w:p>
    <w:p w14:paraId="4C75616E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ab/>
        <w:t xml:space="preserve">             </w:t>
      </w:r>
    </w:p>
    <w:p w14:paraId="4E279BA4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 xml:space="preserve">                                </w:t>
      </w:r>
      <w:r w:rsidRPr="0070044F">
        <w:rPr>
          <w:rFonts w:ascii="Book Antiqua" w:hAnsi="Book Antiqua"/>
          <w:b/>
          <w:sz w:val="20"/>
          <w:szCs w:val="20"/>
        </w:rPr>
        <w:t>Address:</w:t>
      </w:r>
      <w:r>
        <w:rPr>
          <w:rFonts w:ascii="Book Antiqua" w:hAnsi="Book Antiqua"/>
          <w:b/>
          <w:sz w:val="18"/>
          <w:szCs w:val="18"/>
        </w:rPr>
        <w:t xml:space="preserve">      __________________________________________________________________</w:t>
      </w:r>
    </w:p>
    <w:p w14:paraId="608AC4E2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46AFF7EE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67C73987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  <w:r w:rsidRPr="0070044F">
        <w:rPr>
          <w:rFonts w:ascii="Book Antiqua" w:hAnsi="Book Antiqua"/>
          <w:b/>
          <w:sz w:val="20"/>
          <w:szCs w:val="20"/>
        </w:rPr>
        <w:t>Phone:</w:t>
      </w:r>
      <w:r>
        <w:rPr>
          <w:rFonts w:ascii="Book Antiqua" w:hAnsi="Book Antiqua"/>
          <w:b/>
          <w:sz w:val="18"/>
          <w:szCs w:val="18"/>
        </w:rPr>
        <w:t xml:space="preserve">          __________________________________________________________________</w:t>
      </w:r>
    </w:p>
    <w:p w14:paraId="60F6E89A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7B463FBF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5108807E" w14:textId="77777777" w:rsidR="00E85611" w:rsidRPr="00432AA9" w:rsidRDefault="00F806E2" w:rsidP="00F806E2">
      <w:pPr>
        <w:pStyle w:val="NoSpacing"/>
        <w:ind w:left="720" w:firstLine="720"/>
      </w:pPr>
      <w:r>
        <w:rPr>
          <w:rFonts w:ascii="Book Antiqua" w:hAnsi="Book Antiqua"/>
          <w:b/>
          <w:sz w:val="18"/>
          <w:szCs w:val="18"/>
        </w:rPr>
        <w:t>Relationship: _________________________________________________________________</w:t>
      </w:r>
    </w:p>
    <w:sectPr w:rsidR="00E85611" w:rsidRPr="00432AA9" w:rsidSect="00E36A9F">
      <w:footerReference w:type="default" r:id="rId6"/>
      <w:headerReference w:type="first" r:id="rId7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4AEB2" w14:textId="77777777" w:rsidR="000F129E" w:rsidRDefault="000F129E" w:rsidP="00891206">
      <w:r>
        <w:separator/>
      </w:r>
    </w:p>
  </w:endnote>
  <w:endnote w:type="continuationSeparator" w:id="0">
    <w:p w14:paraId="12C9F409" w14:textId="77777777" w:rsidR="000F129E" w:rsidRDefault="000F129E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228C4" w14:textId="77777777" w:rsidR="000C115C" w:rsidRDefault="000C115C">
    <w:pPr>
      <w:pStyle w:val="Footer"/>
    </w:pPr>
  </w:p>
  <w:p w14:paraId="7042A9F6" w14:textId="77777777" w:rsidR="003241F7" w:rsidRDefault="00324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A99412" w14:textId="77777777" w:rsidR="000F129E" w:rsidRDefault="000F129E" w:rsidP="00891206">
      <w:r>
        <w:separator/>
      </w:r>
    </w:p>
  </w:footnote>
  <w:footnote w:type="continuationSeparator" w:id="0">
    <w:p w14:paraId="33001C39" w14:textId="77777777" w:rsidR="000F129E" w:rsidRDefault="000F129E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0D756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5691DA1A" w14:textId="77777777" w:rsidR="00891206" w:rsidRDefault="00837CD7" w:rsidP="00361C67">
    <w:pPr>
      <w:pStyle w:val="Header"/>
      <w:ind w:left="-270"/>
      <w:jc w:val="center"/>
    </w:pPr>
    <w:r>
      <w:rPr>
        <w:noProof/>
      </w:rPr>
      <w:drawing>
        <wp:inline distT="0" distB="0" distL="0" distR="0" wp14:anchorId="6632517C" wp14:editId="336CE1CE">
          <wp:extent cx="6419850" cy="1457325"/>
          <wp:effectExtent l="0" t="0" r="0" b="9525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CD7"/>
    <w:rsid w:val="00003DC2"/>
    <w:rsid w:val="00007309"/>
    <w:rsid w:val="00050A59"/>
    <w:rsid w:val="000A07D8"/>
    <w:rsid w:val="000C115C"/>
    <w:rsid w:val="000E1299"/>
    <w:rsid w:val="000F129E"/>
    <w:rsid w:val="00173318"/>
    <w:rsid w:val="001B54DB"/>
    <w:rsid w:val="001E021C"/>
    <w:rsid w:val="00222765"/>
    <w:rsid w:val="0023383F"/>
    <w:rsid w:val="00234E58"/>
    <w:rsid w:val="0025104B"/>
    <w:rsid w:val="00294E9A"/>
    <w:rsid w:val="002A0B67"/>
    <w:rsid w:val="002B17D5"/>
    <w:rsid w:val="002E4707"/>
    <w:rsid w:val="002F35AB"/>
    <w:rsid w:val="003241F7"/>
    <w:rsid w:val="00327E20"/>
    <w:rsid w:val="00361C67"/>
    <w:rsid w:val="003A5DFF"/>
    <w:rsid w:val="004170A4"/>
    <w:rsid w:val="00432AA9"/>
    <w:rsid w:val="004B4615"/>
    <w:rsid w:val="004E4DDB"/>
    <w:rsid w:val="004F70DD"/>
    <w:rsid w:val="005363B3"/>
    <w:rsid w:val="00583420"/>
    <w:rsid w:val="005A1674"/>
    <w:rsid w:val="005A30D2"/>
    <w:rsid w:val="006C4B74"/>
    <w:rsid w:val="007854AE"/>
    <w:rsid w:val="007B1A2D"/>
    <w:rsid w:val="00802A87"/>
    <w:rsid w:val="00837CD7"/>
    <w:rsid w:val="00855052"/>
    <w:rsid w:val="00891206"/>
    <w:rsid w:val="00893FD0"/>
    <w:rsid w:val="008A0849"/>
    <w:rsid w:val="008A6C73"/>
    <w:rsid w:val="008F1C5D"/>
    <w:rsid w:val="00906FFD"/>
    <w:rsid w:val="0093565D"/>
    <w:rsid w:val="00955049"/>
    <w:rsid w:val="009B1B0D"/>
    <w:rsid w:val="009D48FF"/>
    <w:rsid w:val="00A1188A"/>
    <w:rsid w:val="00A33FFE"/>
    <w:rsid w:val="00A44B6C"/>
    <w:rsid w:val="00A74BDA"/>
    <w:rsid w:val="00A7621F"/>
    <w:rsid w:val="00AC071C"/>
    <w:rsid w:val="00AC784C"/>
    <w:rsid w:val="00B65259"/>
    <w:rsid w:val="00B81799"/>
    <w:rsid w:val="00B84A6A"/>
    <w:rsid w:val="00BB7521"/>
    <w:rsid w:val="00BC00F4"/>
    <w:rsid w:val="00BC7909"/>
    <w:rsid w:val="00C04E45"/>
    <w:rsid w:val="00C32FD0"/>
    <w:rsid w:val="00C676C8"/>
    <w:rsid w:val="00CA33C4"/>
    <w:rsid w:val="00CA3964"/>
    <w:rsid w:val="00CD1284"/>
    <w:rsid w:val="00D17FE9"/>
    <w:rsid w:val="00D42D8B"/>
    <w:rsid w:val="00DA52DA"/>
    <w:rsid w:val="00DB798D"/>
    <w:rsid w:val="00DC7D60"/>
    <w:rsid w:val="00DD546C"/>
    <w:rsid w:val="00DE6A97"/>
    <w:rsid w:val="00DF7644"/>
    <w:rsid w:val="00E36A9F"/>
    <w:rsid w:val="00E655CA"/>
    <w:rsid w:val="00E819F8"/>
    <w:rsid w:val="00E85611"/>
    <w:rsid w:val="00ED0C2B"/>
    <w:rsid w:val="00EE35CE"/>
    <w:rsid w:val="00F35A01"/>
    <w:rsid w:val="00F806E2"/>
    <w:rsid w:val="00F8404B"/>
    <w:rsid w:val="00FA5C5D"/>
    <w:rsid w:val="00FA682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BB7678"/>
  <w15:docId w15:val="{5FE844E1-D624-487C-B538-A79BC620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806E2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\Dropbox\NON%20CASE-RELATED%20DATA\NASI%20FORMS\NASI%20LETTERHEAD%20(DOUG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NASI LETTERHEAD (DOUG)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1037</CharactersWithSpaces>
  <SharedDoc>false</SharedDoc>
  <HLinks>
    <vt:vector size="12" baseType="variant">
      <vt:variant>
        <vt:i4>1310833</vt:i4>
      </vt:variant>
      <vt:variant>
        <vt:i4>9</vt:i4>
      </vt:variant>
      <vt:variant>
        <vt:i4>0</vt:i4>
      </vt:variant>
      <vt:variant>
        <vt:i4>5</vt:i4>
      </vt:variant>
      <vt:variant>
        <vt:lpwstr>mailto:Info@NASI-PI.com</vt:lpwstr>
      </vt:variant>
      <vt:variant>
        <vt:lpwstr/>
      </vt:variant>
      <vt:variant>
        <vt:i4>8126569</vt:i4>
      </vt:variant>
      <vt:variant>
        <vt:i4>6</vt:i4>
      </vt:variant>
      <vt:variant>
        <vt:i4>0</vt:i4>
      </vt:variant>
      <vt:variant>
        <vt:i4>5</vt:i4>
      </vt:variant>
      <vt:variant>
        <vt:lpwstr>http://www.nasi-pi.com/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Sherry</cp:lastModifiedBy>
  <cp:revision>2</cp:revision>
  <cp:lastPrinted>2011-03-12T21:41:00Z</cp:lastPrinted>
  <dcterms:created xsi:type="dcterms:W3CDTF">2020-03-24T22:08:00Z</dcterms:created>
  <dcterms:modified xsi:type="dcterms:W3CDTF">2020-03-24T22:08:00Z</dcterms:modified>
</cp:coreProperties>
</file>